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0FBB0" w14:textId="3C962A1E" w:rsidR="00025386" w:rsidRPr="00CD10E2" w:rsidRDefault="00657A47" w:rsidP="00EC10EE">
      <w:pPr>
        <w:pStyle w:val="Nagwek4"/>
        <w:spacing w:after="480" w:line="276" w:lineRule="auto"/>
        <w:rPr>
          <w:rFonts w:ascii="Calibri" w:hAnsi="Calibri" w:cs="Calibri"/>
          <w:bCs/>
          <w:i w:val="0"/>
          <w:szCs w:val="24"/>
        </w:rPr>
      </w:pPr>
      <w:bookmarkStart w:id="0" w:name="_Hlk60301409"/>
      <w:r w:rsidRPr="00CD10E2">
        <w:rPr>
          <w:rFonts w:ascii="Calibri" w:hAnsi="Calibri" w:cs="Calibri"/>
          <w:bCs/>
          <w:i w:val="0"/>
          <w:szCs w:val="24"/>
        </w:rPr>
        <w:t xml:space="preserve">Załącznik nr </w:t>
      </w:r>
      <w:r w:rsidR="00F40AEC">
        <w:rPr>
          <w:rFonts w:ascii="Calibri" w:hAnsi="Calibri" w:cs="Calibri"/>
          <w:bCs/>
          <w:i w:val="0"/>
          <w:szCs w:val="24"/>
        </w:rPr>
        <w:t>5</w:t>
      </w:r>
      <w:r w:rsidR="007666D6" w:rsidRPr="00CD10E2">
        <w:rPr>
          <w:rFonts w:ascii="Calibri" w:hAnsi="Calibri" w:cs="Calibri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CD10E2" w14:paraId="28C5CE3E" w14:textId="77777777" w:rsidTr="00467CA2">
        <w:tc>
          <w:tcPr>
            <w:tcW w:w="2800" w:type="dxa"/>
            <w:shd w:val="clear" w:color="auto" w:fill="auto"/>
          </w:tcPr>
          <w:p w14:paraId="0CC472BF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b/>
                <w:sz w:val="24"/>
                <w:szCs w:val="24"/>
              </w:rPr>
              <w:t>Podmiot</w:t>
            </w:r>
            <w:r w:rsidRPr="00CD10E2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772BAC3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3773BF94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E896A74" w14:textId="77777777" w:rsidR="00D520D3" w:rsidRPr="00CD10E2" w:rsidRDefault="00D520D3" w:rsidP="00467CA2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CD10E2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CD10E2" w14:paraId="0E3CC0F3" w14:textId="77777777" w:rsidTr="00467CA2">
        <w:tc>
          <w:tcPr>
            <w:tcW w:w="2800" w:type="dxa"/>
            <w:shd w:val="clear" w:color="auto" w:fill="auto"/>
          </w:tcPr>
          <w:p w14:paraId="4785DBCB" w14:textId="77777777" w:rsidR="00D520D3" w:rsidRPr="00CD10E2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54DC838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44070581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C6AF4C3" w14:textId="77777777" w:rsidR="00D520D3" w:rsidRPr="00CD10E2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cs="Calibri"/>
                <w:iCs/>
                <w:sz w:val="18"/>
                <w:szCs w:val="18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CD10E2">
              <w:rPr>
                <w:rFonts w:cs="Calibri"/>
                <w:iCs/>
                <w:sz w:val="18"/>
                <w:szCs w:val="18"/>
              </w:rPr>
              <w:t>imię, nazwisko osoby upoważnionej do reprezentacji podmiotu udostępniającego zasoby, stanowisko/podstawa do reprezentacji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BC2D12A" w14:textId="77777777" w:rsidR="00B62AD0" w:rsidRPr="00CD10E2" w:rsidRDefault="00B62AD0" w:rsidP="00D520D3">
      <w:pPr>
        <w:spacing w:after="360"/>
        <w:rPr>
          <w:rFonts w:cs="Calibri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:rsidRPr="00CD10E2" w14:paraId="3638B64E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DF1C84" w14:textId="77777777" w:rsidR="00053927" w:rsidRPr="00CD10E2" w:rsidRDefault="00053927" w:rsidP="00053927">
            <w:pPr>
              <w:spacing w:before="240" w:after="120" w:line="276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CD10E2">
              <w:rPr>
                <w:rFonts w:cs="Calibri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0955A8C8" w14:textId="77777777" w:rsidR="00053927" w:rsidRPr="00CD10E2" w:rsidRDefault="00053927" w:rsidP="00053927">
            <w:pPr>
              <w:spacing w:before="120" w:after="120" w:line="276" w:lineRule="auto"/>
              <w:jc w:val="both"/>
              <w:rPr>
                <w:rFonts w:cs="Calibri"/>
                <w:b/>
                <w:color w:val="0070C0"/>
                <w:sz w:val="28"/>
                <w:szCs w:val="28"/>
              </w:rPr>
            </w:pPr>
            <w:r w:rsidRPr="00CD10E2">
              <w:rPr>
                <w:rFonts w:cs="Calibri"/>
                <w:color w:val="0070C0"/>
                <w:sz w:val="20"/>
                <w:szCs w:val="20"/>
                <w:u w:val="single"/>
              </w:rPr>
              <w:t>Uwaga</w:t>
            </w:r>
            <w:r w:rsidRPr="00CD10E2">
              <w:rPr>
                <w:rFonts w:cs="Calibri"/>
                <w:color w:val="0070C0"/>
                <w:sz w:val="20"/>
                <w:szCs w:val="20"/>
              </w:rPr>
              <w:t xml:space="preserve">: </w:t>
            </w:r>
            <w:r w:rsidRPr="00CD10E2">
              <w:rPr>
                <w:rFonts w:cs="Calibri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8B6AA46" w14:textId="37909656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Oświadczam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>w oparciu o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 postanowienia art. 118</w:t>
      </w:r>
      <w:r w:rsidR="00BE3BCE" w:rsidRPr="00CD10E2">
        <w:rPr>
          <w:rFonts w:cs="Calibri"/>
          <w:sz w:val="24"/>
          <w:szCs w:val="24"/>
        </w:rPr>
        <w:t xml:space="preserve"> ustawy </w:t>
      </w:r>
      <w:r w:rsidR="00EF3368" w:rsidRPr="00CD10E2">
        <w:rPr>
          <w:rFonts w:cs="Calibri"/>
          <w:sz w:val="24"/>
          <w:szCs w:val="24"/>
        </w:rPr>
        <w:t xml:space="preserve">z dnia 11 września 2019r. Prawo zamówień publicznych </w:t>
      </w:r>
      <w:r w:rsidR="00606322" w:rsidRPr="00CD10E2">
        <w:rPr>
          <w:rFonts w:cs="Calibri"/>
          <w:sz w:val="24"/>
          <w:szCs w:val="24"/>
        </w:rPr>
        <w:t>(Dz. U. z 202</w:t>
      </w:r>
      <w:r w:rsidR="00965DF6">
        <w:rPr>
          <w:rFonts w:cs="Calibri"/>
          <w:sz w:val="24"/>
          <w:szCs w:val="24"/>
        </w:rPr>
        <w:t>4</w:t>
      </w:r>
      <w:r w:rsidR="00606322" w:rsidRPr="00CD10E2">
        <w:rPr>
          <w:rFonts w:cs="Calibri"/>
          <w:sz w:val="24"/>
          <w:szCs w:val="24"/>
        </w:rPr>
        <w:t xml:space="preserve">r. poz. </w:t>
      </w:r>
      <w:r w:rsidR="00965DF6">
        <w:rPr>
          <w:rFonts w:cs="Calibri"/>
          <w:sz w:val="24"/>
          <w:szCs w:val="24"/>
        </w:rPr>
        <w:t>1320</w:t>
      </w:r>
      <w:r w:rsidR="00606322" w:rsidRPr="00CD10E2">
        <w:rPr>
          <w:rFonts w:cs="Calibri"/>
          <w:sz w:val="24"/>
          <w:szCs w:val="24"/>
        </w:rPr>
        <w:t>)</w:t>
      </w:r>
      <w:r w:rsidR="00E27ABB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że </w:t>
      </w: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zobowiązuję się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do </w:t>
      </w:r>
      <w:r w:rsidRPr="00CD10E2">
        <w:rPr>
          <w:rFonts w:eastAsia="Times New Roman" w:cs="Calibri"/>
          <w:sz w:val="24"/>
          <w:szCs w:val="24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CD10E2" w14:paraId="3A917228" w14:textId="77777777" w:rsidTr="00467CA2">
        <w:tc>
          <w:tcPr>
            <w:tcW w:w="2269" w:type="dxa"/>
            <w:shd w:val="clear" w:color="auto" w:fill="auto"/>
          </w:tcPr>
          <w:p w14:paraId="52AF1466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AE6626" w14:textId="604032C3" w:rsidR="00D520D3" w:rsidRPr="00CD10E2" w:rsidRDefault="0040185C" w:rsidP="0040185C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40185C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Usługa wykonania tłumaczenia na język migowy materiałów wytworzonych w ramac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h </w:t>
            </w:r>
            <w:r w:rsidRPr="0040185C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konferencji i seminariów w układzie zadaniowym</w:t>
            </w:r>
            <w:r w:rsidR="00D520D3" w:rsidRPr="00CD10E2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606322" w:rsidRPr="00CD10E2" w14:paraId="4FF4091D" w14:textId="77777777" w:rsidTr="008131B9">
        <w:tc>
          <w:tcPr>
            <w:tcW w:w="2269" w:type="dxa"/>
            <w:shd w:val="clear" w:color="auto" w:fill="auto"/>
          </w:tcPr>
          <w:p w14:paraId="78D544C4" w14:textId="77777777" w:rsidR="00606322" w:rsidRPr="00CD10E2" w:rsidRDefault="00606322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8BC040C" w14:textId="630B820B" w:rsidR="00606322" w:rsidRPr="00CD10E2" w:rsidRDefault="00F40AEC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16</w:t>
            </w:r>
            <w:r w:rsidR="007B1830" w:rsidRPr="007B183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/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CH2</w:t>
            </w:r>
            <w:r w:rsidR="007B1830" w:rsidRPr="007B183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/202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5</w:t>
            </w:r>
          </w:p>
        </w:tc>
      </w:tr>
    </w:tbl>
    <w:p w14:paraId="600E85AF" w14:textId="77777777" w:rsidR="00DC652A" w:rsidRPr="00CD10E2" w:rsidRDefault="00606322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 dyspozycji Wykonawcy:</w:t>
      </w:r>
    </w:p>
    <w:p w14:paraId="282B76D9" w14:textId="77777777" w:rsidR="00DC652A" w:rsidRPr="00CD10E2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67B285E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20"/>
          <w:szCs w:val="20"/>
          <w:lang w:eastAsia="pl-PL"/>
        </w:rPr>
      </w:pPr>
      <w:r w:rsidRPr="00CD10E2">
        <w:rPr>
          <w:rFonts w:eastAsia="Times New Roman" w:cs="Calibri"/>
          <w:iCs/>
          <w:sz w:val="20"/>
          <w:szCs w:val="20"/>
          <w:lang w:eastAsia="pl-PL"/>
        </w:rPr>
        <w:t>[</w:t>
      </w:r>
      <w:r w:rsidR="00DC652A" w:rsidRPr="00CD10E2">
        <w:rPr>
          <w:rFonts w:eastAsia="Times New Roman" w:cs="Calibri"/>
          <w:iCs/>
          <w:sz w:val="20"/>
          <w:szCs w:val="20"/>
          <w:lang w:eastAsia="pl-PL"/>
        </w:rPr>
        <w:t>nazwa i adres Wykonawcy składającego ofertę</w:t>
      </w:r>
      <w:r w:rsidRPr="00CD10E2">
        <w:rPr>
          <w:rFonts w:eastAsia="Times New Roman" w:cs="Calibri"/>
          <w:iCs/>
          <w:sz w:val="20"/>
          <w:szCs w:val="20"/>
          <w:lang w:eastAsia="pl-PL"/>
        </w:rPr>
        <w:t>]</w:t>
      </w:r>
    </w:p>
    <w:p w14:paraId="5DC86734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C2C138C" w14:textId="77777777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nw. zasobów:</w:t>
      </w:r>
    </w:p>
    <w:p w14:paraId="71F6E40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7960E33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18"/>
          <w:szCs w:val="18"/>
          <w:lang w:eastAsia="pl-PL"/>
        </w:rPr>
      </w:pPr>
      <w:r w:rsidRPr="00CD10E2">
        <w:rPr>
          <w:rFonts w:eastAsia="Times New Roman" w:cs="Calibri"/>
          <w:iCs/>
          <w:sz w:val="18"/>
          <w:szCs w:val="18"/>
          <w:lang w:eastAsia="pl-PL"/>
        </w:rPr>
        <w:t>[</w:t>
      </w:r>
      <w:r w:rsidR="0071340C" w:rsidRPr="00CD10E2">
        <w:rPr>
          <w:rFonts w:eastAsia="Times New Roman" w:cs="Calibri"/>
          <w:iCs/>
          <w:sz w:val="18"/>
          <w:szCs w:val="18"/>
          <w:lang w:eastAsia="pl-PL"/>
        </w:rPr>
        <w:t>określenie zasobów</w:t>
      </w:r>
      <w:r w:rsidRPr="00CD10E2">
        <w:rPr>
          <w:rFonts w:eastAsia="Times New Roman" w:cs="Calibri"/>
          <w:iCs/>
          <w:sz w:val="18"/>
          <w:szCs w:val="18"/>
          <w:lang w:eastAsia="pl-PL"/>
        </w:rPr>
        <w:t>]</w:t>
      </w:r>
    </w:p>
    <w:p w14:paraId="42AB7C8A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</w:p>
    <w:p w14:paraId="47D594F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Cs/>
          <w:sz w:val="16"/>
          <w:szCs w:val="16"/>
          <w:lang w:eastAsia="pl-PL"/>
        </w:rPr>
      </w:pPr>
    </w:p>
    <w:p w14:paraId="67BFE772" w14:textId="77777777" w:rsidR="00DC652A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eastAsia="Times New Roman" w:cs="Calibri"/>
          <w:i/>
          <w:sz w:val="16"/>
          <w:szCs w:val="16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</w:t>
      </w:r>
      <w:r w:rsidR="00DC652A" w:rsidRPr="00CD10E2">
        <w:rPr>
          <w:rFonts w:eastAsia="Times New Roman" w:cs="Calibri"/>
          <w:b/>
          <w:bCs/>
          <w:sz w:val="24"/>
          <w:szCs w:val="24"/>
          <w:lang w:eastAsia="pl-PL"/>
        </w:rPr>
        <w:t>świadczam, że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:</w:t>
      </w:r>
    </w:p>
    <w:p w14:paraId="481EF0F5" w14:textId="77777777" w:rsidR="00DC652A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u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dostę</w:t>
      </w:r>
      <w:r w:rsidRPr="00CD10E2">
        <w:rPr>
          <w:rFonts w:eastAsia="Times New Roman" w:cs="Calibri"/>
          <w:sz w:val="24"/>
          <w:szCs w:val="24"/>
          <w:lang w:eastAsia="pl-PL"/>
        </w:rPr>
        <w:t>p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ni</w:t>
      </w:r>
      <w:r w:rsidRPr="00CD10E2">
        <w:rPr>
          <w:rFonts w:eastAsia="Times New Roman" w:cs="Calibri"/>
          <w:sz w:val="24"/>
          <w:szCs w:val="24"/>
          <w:lang w:eastAsia="pl-PL"/>
        </w:rPr>
        <w:t>ę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CD10E2">
        <w:rPr>
          <w:rFonts w:eastAsia="Times New Roman" w:cs="Calibri"/>
          <w:sz w:val="24"/>
          <w:szCs w:val="24"/>
          <w:lang w:eastAsia="pl-PL"/>
        </w:rPr>
        <w:t>Wykonawcy zasoby, w następującym zakresie:</w:t>
      </w:r>
    </w:p>
    <w:p w14:paraId="660EBA19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5E063BC7" w14:textId="77777777" w:rsidR="0093388F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030344F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bookmarkStart w:id="1" w:name="_Hlk60300768"/>
      <w:r w:rsidRPr="00CD10E2">
        <w:rPr>
          <w:rFonts w:eastAsia="Times New Roman" w:cs="Calibri"/>
          <w:lang w:eastAsia="pl-PL"/>
        </w:rPr>
        <w:lastRenderedPageBreak/>
        <w:t>…………………………………………………………………....…………………………….……..</w:t>
      </w:r>
    </w:p>
    <w:bookmarkEnd w:id="1"/>
    <w:p w14:paraId="44538D92" w14:textId="77777777" w:rsidR="00CB29AC" w:rsidRPr="00CD10E2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zakres mojego udziału przy realizacji zamówienia publicznego będzie następujący:</w:t>
      </w:r>
    </w:p>
    <w:p w14:paraId="546AEFD5" w14:textId="77777777" w:rsidR="00CB29AC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257F9765" w14:textId="77777777" w:rsidR="00830970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okres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 xml:space="preserve">mojego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udostępnienia zasobów Wykonawcy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>będzie następujący:</w:t>
      </w:r>
    </w:p>
    <w:p w14:paraId="2ADFCF71" w14:textId="77777777" w:rsidR="00E27ABB" w:rsidRPr="00CD10E2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CD10E2" w14:paraId="5332DFF1" w14:textId="77777777" w:rsidTr="00467CA2">
        <w:tc>
          <w:tcPr>
            <w:tcW w:w="2660" w:type="dxa"/>
            <w:shd w:val="clear" w:color="auto" w:fill="auto"/>
          </w:tcPr>
          <w:p w14:paraId="6725DC0B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2778277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DD4DB5C" w14:textId="77777777" w:rsidR="00D520D3" w:rsidRPr="00CD10E2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9F020E0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6C2A2403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7B483D9" w14:textId="77777777" w:rsidR="00D520D3" w:rsidRPr="00CD10E2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606322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podmiotu udostępniającego zasoby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61C5FEA9" w14:textId="77777777" w:rsidR="00E27ABB" w:rsidRPr="00CD10E2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Cs/>
          <w:sz w:val="18"/>
          <w:szCs w:val="19"/>
          <w:lang w:eastAsia="pl-PL"/>
        </w:rPr>
      </w:pPr>
    </w:p>
    <w:sectPr w:rsidR="00E27ABB" w:rsidRPr="00CD10E2" w:rsidSect="00ED2631">
      <w:footerReference w:type="default" r:id="rId7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AC141" w14:textId="77777777" w:rsidR="004D142A" w:rsidRDefault="004D142A" w:rsidP="00025386">
      <w:pPr>
        <w:spacing w:after="0" w:line="240" w:lineRule="auto"/>
      </w:pPr>
      <w:r>
        <w:separator/>
      </w:r>
    </w:p>
  </w:endnote>
  <w:endnote w:type="continuationSeparator" w:id="0">
    <w:p w14:paraId="0E082F44" w14:textId="77777777" w:rsidR="004D142A" w:rsidRDefault="004D142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B2B8D" w14:textId="3620ECA2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2D29E8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16C90" w14:textId="77777777" w:rsidR="004D142A" w:rsidRDefault="004D142A" w:rsidP="00025386">
      <w:pPr>
        <w:spacing w:after="0" w:line="240" w:lineRule="auto"/>
      </w:pPr>
      <w:r>
        <w:separator/>
      </w:r>
    </w:p>
  </w:footnote>
  <w:footnote w:type="continuationSeparator" w:id="0">
    <w:p w14:paraId="01DF2FC1" w14:textId="77777777" w:rsidR="004D142A" w:rsidRDefault="004D142A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077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4A8"/>
    <w:rsid w:val="00025386"/>
    <w:rsid w:val="000423B9"/>
    <w:rsid w:val="00053927"/>
    <w:rsid w:val="00066C44"/>
    <w:rsid w:val="00071D4C"/>
    <w:rsid w:val="00084786"/>
    <w:rsid w:val="000B3CC5"/>
    <w:rsid w:val="0016158F"/>
    <w:rsid w:val="001C2314"/>
    <w:rsid w:val="00213980"/>
    <w:rsid w:val="002831AF"/>
    <w:rsid w:val="00302880"/>
    <w:rsid w:val="0040185C"/>
    <w:rsid w:val="004374F2"/>
    <w:rsid w:val="00460705"/>
    <w:rsid w:val="00467CA2"/>
    <w:rsid w:val="00485239"/>
    <w:rsid w:val="004D142A"/>
    <w:rsid w:val="004E27D7"/>
    <w:rsid w:val="0055145C"/>
    <w:rsid w:val="005624D8"/>
    <w:rsid w:val="005A7A61"/>
    <w:rsid w:val="00606322"/>
    <w:rsid w:val="00620476"/>
    <w:rsid w:val="00657A47"/>
    <w:rsid w:val="00683E75"/>
    <w:rsid w:val="0071340C"/>
    <w:rsid w:val="00745A44"/>
    <w:rsid w:val="007573EC"/>
    <w:rsid w:val="007649DF"/>
    <w:rsid w:val="007666D6"/>
    <w:rsid w:val="007B1830"/>
    <w:rsid w:val="007D6755"/>
    <w:rsid w:val="007F49C7"/>
    <w:rsid w:val="00824D73"/>
    <w:rsid w:val="00830970"/>
    <w:rsid w:val="008833CF"/>
    <w:rsid w:val="008B797E"/>
    <w:rsid w:val="008D34A8"/>
    <w:rsid w:val="008F2498"/>
    <w:rsid w:val="00913E1C"/>
    <w:rsid w:val="0093388F"/>
    <w:rsid w:val="00946412"/>
    <w:rsid w:val="00965DF6"/>
    <w:rsid w:val="00A56A6F"/>
    <w:rsid w:val="00A87380"/>
    <w:rsid w:val="00AE1164"/>
    <w:rsid w:val="00AF4E90"/>
    <w:rsid w:val="00AF7375"/>
    <w:rsid w:val="00B302F1"/>
    <w:rsid w:val="00B62AD0"/>
    <w:rsid w:val="00B77707"/>
    <w:rsid w:val="00BE3BCE"/>
    <w:rsid w:val="00CB29AC"/>
    <w:rsid w:val="00CC663E"/>
    <w:rsid w:val="00CD10E2"/>
    <w:rsid w:val="00D43783"/>
    <w:rsid w:val="00D520D3"/>
    <w:rsid w:val="00D55FC4"/>
    <w:rsid w:val="00D9320D"/>
    <w:rsid w:val="00DC33C8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12290"/>
    <w:rsid w:val="00F334B4"/>
    <w:rsid w:val="00F40AEC"/>
    <w:rsid w:val="00F9430F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CA87EA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dc:description/>
  <cp:lastModifiedBy>Sławomir Baum</cp:lastModifiedBy>
  <cp:revision>11</cp:revision>
  <dcterms:created xsi:type="dcterms:W3CDTF">2024-08-27T05:57:00Z</dcterms:created>
  <dcterms:modified xsi:type="dcterms:W3CDTF">2025-01-12T19:50:00Z</dcterms:modified>
</cp:coreProperties>
</file>